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662" w:rsidRPr="002D4E52" w:rsidRDefault="001641D4" w:rsidP="00167153">
      <w:pPr>
        <w:tabs>
          <w:tab w:val="left" w:pos="1134"/>
        </w:tabs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DC0564" w:rsidRDefault="00DC0564" w:rsidP="00167153">
      <w:pPr>
        <w:tabs>
          <w:tab w:val="left" w:pos="1134"/>
        </w:tabs>
        <w:spacing w:after="80" w:line="288" w:lineRule="auto"/>
        <w:jc w:val="both"/>
        <w:rPr>
          <w:rFonts w:cs="Arial"/>
        </w:rPr>
      </w:pP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A97DF4">
        <w:rPr>
          <w:rFonts w:cs="Arial"/>
          <w:b/>
        </w:rPr>
        <w:t>2</w:t>
      </w:r>
      <w:r w:rsidR="00113D11">
        <w:rPr>
          <w:rFonts w:cs="Arial"/>
          <w:b/>
        </w:rPr>
        <w:t>9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113D11">
        <w:rPr>
          <w:rFonts w:cs="Arial"/>
          <w:b/>
        </w:rPr>
        <w:t>24</w:t>
      </w:r>
      <w:r w:rsidR="001523D7">
        <w:rPr>
          <w:rFonts w:cs="Arial"/>
          <w:b/>
        </w:rPr>
        <w:t>/</w:t>
      </w:r>
      <w:r w:rsidR="00AB68BF">
        <w:rPr>
          <w:rFonts w:cs="Arial"/>
          <w:b/>
        </w:rPr>
        <w:t>0</w:t>
      </w:r>
      <w:r w:rsidR="005206D8">
        <w:rPr>
          <w:rFonts w:cs="Arial"/>
          <w:b/>
        </w:rPr>
        <w:t>9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C532AF">
        <w:rPr>
          <w:rFonts w:cs="Arial"/>
          <w:b/>
          <w:bCs/>
        </w:rPr>
        <w:t>ar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BA4DB9">
      <w:pPr>
        <w:jc w:val="both"/>
        <w:rPr>
          <w:rFonts w:cs="Arial"/>
          <w:b/>
          <w:bCs/>
          <w:sz w:val="20"/>
          <w:szCs w:val="20"/>
        </w:rPr>
      </w:pPr>
    </w:p>
    <w:p w:rsidR="00DC0564" w:rsidRDefault="00DC0564" w:rsidP="00BA4DB9">
      <w:pPr>
        <w:jc w:val="both"/>
        <w:rPr>
          <w:rFonts w:cs="Arial"/>
          <w:b/>
          <w:bCs/>
          <w:sz w:val="20"/>
          <w:szCs w:val="20"/>
        </w:rPr>
      </w:pPr>
    </w:p>
    <w:p w:rsidR="00CF7C3A" w:rsidRDefault="00CF7C3A" w:rsidP="00BA4DB9">
      <w:pPr>
        <w:jc w:val="both"/>
        <w:rPr>
          <w:rFonts w:cs="Arial"/>
          <w:b/>
          <w:bCs/>
          <w:sz w:val="20"/>
          <w:szCs w:val="20"/>
        </w:rPr>
      </w:pPr>
    </w:p>
    <w:p w:rsidR="00CF7C3A" w:rsidRDefault="00CF7C3A" w:rsidP="00BA4DB9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BA4DB9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DC0564" w:rsidRDefault="00DC0564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BA4DB9">
      <w:pPr>
        <w:spacing w:after="120" w:line="288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DB2DED" w:rsidRDefault="00DB2DED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Ato Solene de </w:t>
      </w:r>
      <w:r w:rsidR="00113D11">
        <w:rPr>
          <w:rFonts w:eastAsia="Calibri" w:cs="Arial"/>
        </w:rPr>
        <w:t>“Homenagem aos Agentes Municipais de Mobilidade Urbana”</w:t>
      </w:r>
      <w:r w:rsidR="008A70D7" w:rsidRPr="00113D11">
        <w:rPr>
          <w:rFonts w:eastAsia="Calibri" w:cs="Arial"/>
        </w:rPr>
        <w:t>, nos termos do Decreto Legislativo nº 4</w:t>
      </w:r>
      <w:r w:rsidR="00113D11">
        <w:rPr>
          <w:rFonts w:eastAsia="Calibri" w:cs="Arial"/>
        </w:rPr>
        <w:t>91</w:t>
      </w:r>
      <w:r w:rsidR="008A70D7" w:rsidRPr="00113D11">
        <w:rPr>
          <w:rFonts w:eastAsia="Calibri" w:cs="Arial"/>
        </w:rPr>
        <w:t>/202</w:t>
      </w:r>
      <w:r w:rsidR="00113D11">
        <w:rPr>
          <w:rFonts w:eastAsia="Calibri" w:cs="Arial"/>
        </w:rPr>
        <w:t>4</w:t>
      </w:r>
      <w:r w:rsidRPr="00113D11">
        <w:rPr>
          <w:rFonts w:eastAsia="Calibri" w:cs="Arial"/>
        </w:rPr>
        <w:t>;</w:t>
      </w:r>
    </w:p>
    <w:p w:rsidR="00CA4592" w:rsidRDefault="00CA4592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>Uso da Tribuna Livre pela Senhora Karina Okamoto, Supervisora da “Casa do Abraço”, que vai falar do tema “trabalhos realizados pela entidade”;</w:t>
      </w:r>
    </w:p>
    <w:p w:rsidR="004A3F5A" w:rsidRDefault="00E5705F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 xml:space="preserve">Discussão e votação das </w:t>
      </w:r>
      <w:r w:rsidR="00260056" w:rsidRPr="00375E82">
        <w:rPr>
          <w:rFonts w:eastAsia="Calibri" w:cs="Arial"/>
        </w:rPr>
        <w:t>matér</w:t>
      </w:r>
      <w:r w:rsidR="00260056">
        <w:rPr>
          <w:rFonts w:eastAsia="Calibri" w:cs="Arial"/>
        </w:rPr>
        <w:t>i</w:t>
      </w:r>
      <w:r w:rsidR="00260056" w:rsidRPr="00375E82">
        <w:rPr>
          <w:rFonts w:eastAsia="Calibri" w:cs="Arial"/>
        </w:rPr>
        <w:t>as</w:t>
      </w:r>
      <w:r w:rsidRPr="00375E82">
        <w:rPr>
          <w:rFonts w:eastAsia="Calibri" w:cs="Arial"/>
        </w:rPr>
        <w:t xml:space="preserve"> constantes da Ordem do Dia</w:t>
      </w:r>
      <w:r w:rsidR="004A3F5A">
        <w:rPr>
          <w:rFonts w:eastAsia="Calibri" w:cs="Arial"/>
        </w:rPr>
        <w:t>;</w:t>
      </w:r>
    </w:p>
    <w:p w:rsidR="0087716A" w:rsidRDefault="0087716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260056" w:rsidRDefault="00260056" w:rsidP="00C00C31">
      <w:pPr>
        <w:jc w:val="both"/>
        <w:rPr>
          <w:rFonts w:eastAsia="Calibri" w:cs="Arial"/>
          <w:sz w:val="14"/>
          <w:szCs w:val="14"/>
        </w:rPr>
      </w:pPr>
    </w:p>
    <w:p w:rsidR="00DC0564" w:rsidRDefault="00DC0564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AE33AB" w:rsidRPr="00F967F8" w:rsidRDefault="00AE33AB" w:rsidP="00D70A96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 xml:space="preserve">PLL nº </w:t>
      </w:r>
      <w:r w:rsidR="00113D11">
        <w:rPr>
          <w:rFonts w:cs="Arial"/>
          <w:b/>
          <w:color w:val="000000"/>
          <w:u w:val="single"/>
        </w:rPr>
        <w:t>76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  <w:r w:rsidR="00466BF4">
        <w:rPr>
          <w:rFonts w:cs="Arial"/>
          <w:b/>
          <w:color w:val="000000"/>
          <w:u w:val="single"/>
        </w:rPr>
        <w:t xml:space="preserve"> - com Emenda</w:t>
      </w:r>
    </w:p>
    <w:p w:rsidR="00AE33AB" w:rsidRPr="00F967F8" w:rsidRDefault="00AE33AB" w:rsidP="00D70A96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r w:rsidR="00113D11" w:rsidRPr="00113D11">
        <w:rPr>
          <w:rFonts w:cs="Arial"/>
          <w:color w:val="000000"/>
        </w:rPr>
        <w:t>Jean Araújo</w:t>
      </w:r>
      <w:r w:rsidRPr="00F967F8">
        <w:rPr>
          <w:rFonts w:cs="Arial"/>
          <w:color w:val="000000"/>
        </w:rPr>
        <w:t>.</w:t>
      </w:r>
    </w:p>
    <w:p w:rsidR="00AE33AB" w:rsidRDefault="00AE33AB" w:rsidP="00D70A96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113D11" w:rsidRPr="00113D11">
        <w:rPr>
          <w:rFonts w:cs="Arial"/>
          <w:color w:val="000000"/>
        </w:rPr>
        <w:t>Institui o Programa Agente de Trânsito Mirim no Município de Jacareí/SP.</w:t>
      </w:r>
    </w:p>
    <w:p w:rsidR="00997142" w:rsidRDefault="00997142" w:rsidP="00D70A96">
      <w:pPr>
        <w:tabs>
          <w:tab w:val="left" w:pos="426"/>
        </w:tabs>
        <w:spacing w:line="276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C0564" w:rsidRDefault="00DC0564" w:rsidP="00D70A96">
      <w:pPr>
        <w:tabs>
          <w:tab w:val="left" w:pos="426"/>
        </w:tabs>
        <w:spacing w:line="276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CF7C3A" w:rsidRDefault="00CF7C3A" w:rsidP="00D70A96">
      <w:pPr>
        <w:tabs>
          <w:tab w:val="left" w:pos="426"/>
        </w:tabs>
        <w:spacing w:line="276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E33AB" w:rsidRPr="00F967F8" w:rsidRDefault="00AE33AB" w:rsidP="00D70A96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="00241C9E">
        <w:rPr>
          <w:rFonts w:cs="Arial"/>
          <w:b/>
          <w:color w:val="000000"/>
          <w:u w:val="single"/>
        </w:rPr>
        <w:t>PLL nº 7</w:t>
      </w:r>
      <w:r w:rsidR="00241C9E">
        <w:rPr>
          <w:rFonts w:cs="Arial"/>
          <w:b/>
          <w:color w:val="000000"/>
          <w:u w:val="single"/>
        </w:rPr>
        <w:t>9</w:t>
      </w:r>
      <w:r w:rsidR="00241C9E" w:rsidRPr="00260056">
        <w:rPr>
          <w:rFonts w:cs="Arial"/>
          <w:b/>
          <w:color w:val="000000"/>
          <w:u w:val="single"/>
        </w:rPr>
        <w:t>/2025 - Projeto de Lei do Legislativo</w:t>
      </w:r>
    </w:p>
    <w:p w:rsidR="00AE33AB" w:rsidRPr="00F967F8" w:rsidRDefault="00AE33AB" w:rsidP="00D70A96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241C9E">
        <w:rPr>
          <w:rFonts w:cs="Arial"/>
          <w:color w:val="000000"/>
        </w:rPr>
        <w:t xml:space="preserve">Vereador </w:t>
      </w:r>
      <w:r w:rsidR="00241C9E" w:rsidRPr="00241C9E">
        <w:rPr>
          <w:rFonts w:cs="Arial"/>
          <w:color w:val="000000"/>
        </w:rPr>
        <w:t>Valmir do Parque Meia Lua</w:t>
      </w:r>
      <w:r w:rsidRPr="00F967F8">
        <w:rPr>
          <w:rFonts w:cs="Arial"/>
          <w:color w:val="000000"/>
        </w:rPr>
        <w:t>.</w:t>
      </w:r>
    </w:p>
    <w:p w:rsidR="00AE33AB" w:rsidRDefault="00AE33AB" w:rsidP="00D70A96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241C9E" w:rsidRPr="00241C9E">
        <w:rPr>
          <w:rFonts w:cs="Arial"/>
          <w:color w:val="000000"/>
        </w:rPr>
        <w:t>Dispõe sobre a proibição da entrada de pessoas não autorizadas nas dependências das escolas da rede privada e da rede pública de Jacareí, e d</w:t>
      </w:r>
      <w:r w:rsidR="00557DB3">
        <w:rPr>
          <w:rFonts w:cs="Arial"/>
          <w:color w:val="000000"/>
        </w:rPr>
        <w:t>á</w:t>
      </w:r>
      <w:r w:rsidR="00241C9E" w:rsidRPr="00241C9E">
        <w:rPr>
          <w:rFonts w:cs="Arial"/>
          <w:color w:val="000000"/>
        </w:rPr>
        <w:t xml:space="preserve"> outras providências.</w:t>
      </w:r>
    </w:p>
    <w:p w:rsidR="00AE33AB" w:rsidRDefault="00AE33AB" w:rsidP="00D70A96">
      <w:pPr>
        <w:tabs>
          <w:tab w:val="left" w:pos="426"/>
        </w:tabs>
        <w:spacing w:line="276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CF7C3A" w:rsidRDefault="00CF7C3A" w:rsidP="00D70A96">
      <w:pPr>
        <w:tabs>
          <w:tab w:val="left" w:pos="426"/>
        </w:tabs>
        <w:spacing w:line="276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CF7C3A" w:rsidRDefault="00CF7C3A" w:rsidP="00D70A96">
      <w:pPr>
        <w:tabs>
          <w:tab w:val="left" w:pos="426"/>
        </w:tabs>
        <w:spacing w:line="276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582092" w:rsidRPr="00F967F8" w:rsidRDefault="00582092" w:rsidP="00582092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582092">
        <w:rPr>
          <w:rFonts w:cs="Arial"/>
          <w:b/>
          <w:color w:val="000000"/>
          <w:u w:val="single"/>
        </w:rPr>
        <w:t xml:space="preserve">PLE nº </w:t>
      </w:r>
      <w:r w:rsidR="00CF7C3A">
        <w:rPr>
          <w:rFonts w:cs="Arial"/>
          <w:b/>
          <w:color w:val="000000"/>
          <w:u w:val="single"/>
        </w:rPr>
        <w:t>3</w:t>
      </w:r>
      <w:r w:rsidRPr="00582092">
        <w:rPr>
          <w:rFonts w:cs="Arial"/>
          <w:b/>
          <w:color w:val="000000"/>
          <w:u w:val="single"/>
        </w:rPr>
        <w:t>2/2025 - Projeto de Lei do Executivo</w:t>
      </w:r>
    </w:p>
    <w:p w:rsidR="00582092" w:rsidRPr="00F967F8" w:rsidRDefault="00582092" w:rsidP="00582092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582092" w:rsidRDefault="00582092" w:rsidP="00582092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CF7C3A" w:rsidRPr="00CF7C3A">
        <w:rPr>
          <w:rFonts w:cs="Arial"/>
          <w:color w:val="000000"/>
        </w:rPr>
        <w:t>Autoriza a Fundação Pró-Lar de Jacareí a alienar, mediante doação, a área que especifica.</w:t>
      </w:r>
    </w:p>
    <w:p w:rsidR="008642F6" w:rsidRDefault="008642F6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557DB3" w:rsidRPr="00F967F8" w:rsidRDefault="00557DB3" w:rsidP="00557DB3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lastRenderedPageBreak/>
        <w:t>Primeira d</w:t>
      </w:r>
      <w:r w:rsidRPr="00F967F8">
        <w:rPr>
          <w:rFonts w:cs="Arial"/>
          <w:b/>
          <w:color w:val="000000"/>
          <w:u w:val="single"/>
        </w:rPr>
        <w:t xml:space="preserve">iscussão do </w:t>
      </w:r>
      <w:r w:rsidRPr="00582092">
        <w:rPr>
          <w:rFonts w:cs="Arial"/>
          <w:b/>
          <w:color w:val="000000"/>
          <w:u w:val="single"/>
        </w:rPr>
        <w:t>PL</w:t>
      </w:r>
      <w:r>
        <w:rPr>
          <w:rFonts w:cs="Arial"/>
          <w:b/>
          <w:color w:val="000000"/>
          <w:u w:val="single"/>
        </w:rPr>
        <w:t>C</w:t>
      </w:r>
      <w:r w:rsidRPr="00582092">
        <w:rPr>
          <w:rFonts w:cs="Arial"/>
          <w:b/>
          <w:color w:val="000000"/>
          <w:u w:val="single"/>
        </w:rPr>
        <w:t xml:space="preserve">E nº </w:t>
      </w:r>
      <w:r>
        <w:rPr>
          <w:rFonts w:cs="Arial"/>
          <w:b/>
          <w:color w:val="000000"/>
          <w:u w:val="single"/>
        </w:rPr>
        <w:t>4</w:t>
      </w:r>
      <w:r w:rsidRPr="00582092">
        <w:rPr>
          <w:rFonts w:cs="Arial"/>
          <w:b/>
          <w:color w:val="000000"/>
          <w:u w:val="single"/>
        </w:rPr>
        <w:t xml:space="preserve">/2025 - Projeto de </w:t>
      </w:r>
      <w:r w:rsidRPr="00557DB3">
        <w:rPr>
          <w:rFonts w:cs="Arial"/>
          <w:b/>
          <w:color w:val="000000"/>
          <w:u w:val="single"/>
        </w:rPr>
        <w:t>Lei Complementar do Executivo</w:t>
      </w:r>
    </w:p>
    <w:p w:rsidR="00557DB3" w:rsidRPr="00F967F8" w:rsidRDefault="00557DB3" w:rsidP="00557DB3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Prefeito Municipal Cel</w:t>
      </w:r>
      <w:bookmarkStart w:id="0" w:name="_GoBack"/>
      <w:bookmarkEnd w:id="0"/>
      <w:r w:rsidRPr="00582092">
        <w:rPr>
          <w:rFonts w:cs="Arial"/>
          <w:color w:val="000000"/>
        </w:rPr>
        <w:t>so Florêncio de Souza</w:t>
      </w:r>
      <w:r w:rsidRPr="00F967F8">
        <w:rPr>
          <w:rFonts w:cs="Arial"/>
          <w:color w:val="000000"/>
        </w:rPr>
        <w:t>.</w:t>
      </w:r>
    </w:p>
    <w:p w:rsidR="00557DB3" w:rsidRDefault="00557DB3" w:rsidP="00557DB3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557DB3">
        <w:rPr>
          <w:rFonts w:cs="Arial"/>
          <w:color w:val="000000"/>
        </w:rPr>
        <w:t>Altera a Lei Complementar nº 101, de 27 de setembro de 2018, que institui o Código de Obras e Edificações do Município de Jacareí, e dá outras providências.</w:t>
      </w:r>
    </w:p>
    <w:p w:rsidR="00CF7C3A" w:rsidRDefault="00CF7C3A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CF7C3A" w:rsidRDefault="00CF7C3A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CF7C3A" w:rsidRDefault="00CF7C3A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582092" w:rsidRDefault="00582092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EF1337" w:rsidRDefault="00EF1337" w:rsidP="00EF133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F4205D" w:rsidRDefault="00F4205D" w:rsidP="00F4205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</w:p>
    <w:p w:rsidR="007234C5" w:rsidRDefault="007234C5" w:rsidP="007234C5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073D13" w:rsidRDefault="00073D13" w:rsidP="00073D1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2138D7" w:rsidRDefault="002138D7" w:rsidP="002138D7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</w:p>
    <w:p w:rsidR="001B00DE" w:rsidRDefault="00745CB0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</w:p>
    <w:p w:rsidR="00FA314E" w:rsidRDefault="00FA314E" w:rsidP="00FA314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1B00DE" w:rsidRDefault="001B00DE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</w:p>
    <w:p w:rsidR="001727A5" w:rsidRDefault="001727A5" w:rsidP="001727A5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057CF2" w:rsidRDefault="00057CF2" w:rsidP="00057CF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CF7C3A" w:rsidRDefault="008642F6" w:rsidP="00CF7C3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DB2DED" w:rsidRDefault="00DB2DED" w:rsidP="00DB2DE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  <w:proofErr w:type="gramStart"/>
      <w:r w:rsidR="00CA4592" w:rsidRPr="006F704F">
        <w:rPr>
          <w:rFonts w:cs="Arial"/>
        </w:rPr>
        <w:tab/>
        <w:t>(</w:t>
      </w:r>
      <w:proofErr w:type="gramEnd"/>
      <w:r w:rsidR="00CA4592" w:rsidRPr="006F704F">
        <w:rPr>
          <w:rFonts w:cs="Arial"/>
        </w:rPr>
        <w:t>LEITURA DA BÍBLIA)</w:t>
      </w:r>
    </w:p>
    <w:p w:rsidR="00CF7C3A" w:rsidRDefault="00CF7C3A" w:rsidP="00CF7C3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D70A96" w:rsidRDefault="00D70A96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582092" w:rsidRDefault="0058209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582092" w:rsidRDefault="0058209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582092" w:rsidRDefault="0058209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582092" w:rsidRDefault="0058209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DB2DED">
        <w:rPr>
          <w:rFonts w:cs="Arial"/>
        </w:rPr>
        <w:t>1</w:t>
      </w:r>
      <w:r w:rsidR="00CF7C3A">
        <w:rPr>
          <w:rFonts w:cs="Arial"/>
        </w:rPr>
        <w:t>9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8642F6">
        <w:rPr>
          <w:rFonts w:cs="Arial"/>
        </w:rPr>
        <w:t>setembro</w:t>
      </w:r>
      <w:r w:rsidR="00745CB0">
        <w:rPr>
          <w:rFonts w:cs="Arial"/>
        </w:rPr>
        <w:t xml:space="preserve">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D70A96" w:rsidRDefault="00D70A9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BA4DB9" w:rsidRDefault="00BA4DB9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582092" w:rsidRDefault="00582092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9F2" w:rsidRDefault="00C739F2">
      <w:r>
        <w:separator/>
      </w:r>
    </w:p>
  </w:endnote>
  <w:endnote w:type="continuationSeparator" w:id="0">
    <w:p w:rsidR="00C739F2" w:rsidRDefault="00C73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9F2" w:rsidRDefault="00C739F2">
      <w:r>
        <w:separator/>
      </w:r>
    </w:p>
  </w:footnote>
  <w:footnote w:type="continuationSeparator" w:id="0">
    <w:p w:rsidR="00C739F2" w:rsidRDefault="00C73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BA4DB9">
    <w:pPr>
      <w:pStyle w:val="Cabealho"/>
      <w:spacing w:before="1200" w:after="30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A800B0">
      <w:rPr>
        <w:rFonts w:cs="Arial"/>
        <w:b/>
        <w:sz w:val="20"/>
        <w:szCs w:val="20"/>
        <w:u w:val="single"/>
      </w:rPr>
      <w:t>2</w:t>
    </w:r>
    <w:r w:rsidR="00CF7C3A">
      <w:rPr>
        <w:rFonts w:cs="Arial"/>
        <w:b/>
        <w:sz w:val="20"/>
        <w:szCs w:val="20"/>
        <w:u w:val="single"/>
      </w:rPr>
      <w:t>9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CF7C3A">
      <w:rPr>
        <w:rFonts w:cs="Arial"/>
        <w:b/>
        <w:sz w:val="20"/>
        <w:szCs w:val="20"/>
        <w:u w:val="single"/>
      </w:rPr>
      <w:t>24</w:t>
    </w:r>
    <w:r w:rsidR="00BD180A">
      <w:rPr>
        <w:rFonts w:cs="Arial"/>
        <w:b/>
        <w:sz w:val="20"/>
        <w:szCs w:val="20"/>
        <w:u w:val="single"/>
      </w:rPr>
      <w:t>/</w:t>
    </w:r>
    <w:r w:rsidR="00AB68BF">
      <w:rPr>
        <w:rFonts w:cs="Arial"/>
        <w:b/>
        <w:sz w:val="20"/>
        <w:szCs w:val="20"/>
        <w:u w:val="single"/>
      </w:rPr>
      <w:t>0</w:t>
    </w:r>
    <w:r w:rsidR="00057CF2">
      <w:rPr>
        <w:rFonts w:cs="Arial"/>
        <w:b/>
        <w:sz w:val="20"/>
        <w:szCs w:val="20"/>
        <w:u w:val="single"/>
      </w:rPr>
      <w:t>9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557DB3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557DB3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101E94"/>
    <w:rsid w:val="0010237C"/>
    <w:rsid w:val="00102734"/>
    <w:rsid w:val="0010338A"/>
    <w:rsid w:val="001039E1"/>
    <w:rsid w:val="00104A8F"/>
    <w:rsid w:val="00105F71"/>
    <w:rsid w:val="00106256"/>
    <w:rsid w:val="00107367"/>
    <w:rsid w:val="00110111"/>
    <w:rsid w:val="001108FE"/>
    <w:rsid w:val="00111F72"/>
    <w:rsid w:val="001131AE"/>
    <w:rsid w:val="00113D11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4906"/>
    <w:rsid w:val="0013566B"/>
    <w:rsid w:val="00135AEF"/>
    <w:rsid w:val="001373E1"/>
    <w:rsid w:val="001374C3"/>
    <w:rsid w:val="00140B02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53"/>
    <w:rsid w:val="001671DF"/>
    <w:rsid w:val="0016754D"/>
    <w:rsid w:val="00170B25"/>
    <w:rsid w:val="00170D3F"/>
    <w:rsid w:val="00171969"/>
    <w:rsid w:val="001722A0"/>
    <w:rsid w:val="0017263F"/>
    <w:rsid w:val="001727A5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65C"/>
    <w:rsid w:val="001C2795"/>
    <w:rsid w:val="001C4D11"/>
    <w:rsid w:val="001C4DC7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1C9E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C42E7"/>
    <w:rsid w:val="002C4A71"/>
    <w:rsid w:val="002C50D0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D76DA"/>
    <w:rsid w:val="002E0B47"/>
    <w:rsid w:val="002E13F0"/>
    <w:rsid w:val="002E21DF"/>
    <w:rsid w:val="002E6CF9"/>
    <w:rsid w:val="002F0334"/>
    <w:rsid w:val="002F04CB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50DB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25E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6BF4"/>
    <w:rsid w:val="0046726A"/>
    <w:rsid w:val="00467886"/>
    <w:rsid w:val="004714AF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EE8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57DB3"/>
    <w:rsid w:val="00560C9B"/>
    <w:rsid w:val="00562268"/>
    <w:rsid w:val="00563094"/>
    <w:rsid w:val="00564088"/>
    <w:rsid w:val="0056493D"/>
    <w:rsid w:val="00565344"/>
    <w:rsid w:val="00565546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092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D6F"/>
    <w:rsid w:val="005A4088"/>
    <w:rsid w:val="005A4210"/>
    <w:rsid w:val="005A4E0C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42F6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A70D7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C2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538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C2F"/>
    <w:rsid w:val="00A80026"/>
    <w:rsid w:val="00A800B0"/>
    <w:rsid w:val="00A8022E"/>
    <w:rsid w:val="00A80E21"/>
    <w:rsid w:val="00A8118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66A4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5249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49D"/>
    <w:rsid w:val="00B55F9C"/>
    <w:rsid w:val="00B56E6A"/>
    <w:rsid w:val="00B6021B"/>
    <w:rsid w:val="00B603D8"/>
    <w:rsid w:val="00B61823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DB9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387C"/>
    <w:rsid w:val="00C35177"/>
    <w:rsid w:val="00C3519C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17E6"/>
    <w:rsid w:val="00C6437E"/>
    <w:rsid w:val="00C645AB"/>
    <w:rsid w:val="00C66C5C"/>
    <w:rsid w:val="00C679A2"/>
    <w:rsid w:val="00C72229"/>
    <w:rsid w:val="00C72A3F"/>
    <w:rsid w:val="00C72F5A"/>
    <w:rsid w:val="00C739F2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3388"/>
    <w:rsid w:val="00CA4592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0510"/>
    <w:rsid w:val="00CF1658"/>
    <w:rsid w:val="00CF1E60"/>
    <w:rsid w:val="00CF1F6A"/>
    <w:rsid w:val="00CF3DD0"/>
    <w:rsid w:val="00CF3E5E"/>
    <w:rsid w:val="00CF4B08"/>
    <w:rsid w:val="00CF62A4"/>
    <w:rsid w:val="00CF793E"/>
    <w:rsid w:val="00CF7C3A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3482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3E60"/>
    <w:rsid w:val="00D64242"/>
    <w:rsid w:val="00D6635A"/>
    <w:rsid w:val="00D70A0B"/>
    <w:rsid w:val="00D70A96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84F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2DED"/>
    <w:rsid w:val="00DB4D89"/>
    <w:rsid w:val="00DB7239"/>
    <w:rsid w:val="00DC0564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E006D"/>
    <w:rsid w:val="00EE13D9"/>
    <w:rsid w:val="00EE20F2"/>
    <w:rsid w:val="00EE534E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C79B5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DB3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9466F-25A6-4360-A051-6E5B78C6C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252</TotalTime>
  <Pages>2</Pages>
  <Words>356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29</cp:revision>
  <cp:lastPrinted>2025-09-17T20:03:00Z</cp:lastPrinted>
  <dcterms:created xsi:type="dcterms:W3CDTF">2025-08-29T14:55:00Z</dcterms:created>
  <dcterms:modified xsi:type="dcterms:W3CDTF">2025-09-19T12:38:00Z</dcterms:modified>
</cp:coreProperties>
</file>